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8EC" w:rsidRDefault="00B548EC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42.75pt;margin-top:464.25pt;width:15pt;height:3pt;flip:x;z-index:251673088" o:connectortype="straight"/>
        </w:pict>
      </w:r>
      <w:r>
        <w:rPr>
          <w:noProof/>
        </w:rPr>
        <w:pict>
          <v:shape id="_x0000_s1027" type="#_x0000_t32" style="position:absolute;margin-left:296.25pt;margin-top:519.75pt;width:.75pt;height:8.25pt;flip:x y;z-index:251672064" o:connectortype="straight"/>
        </w:pict>
      </w:r>
      <w:r>
        <w:rPr>
          <w:noProof/>
        </w:rPr>
        <w:pict>
          <v:shape id="_x0000_s1028" type="#_x0000_t32" style="position:absolute;margin-left:141.75pt;margin-top:515.25pt;width:.75pt;height:4.5pt;flip:x y;z-index:251671040" o:connectortype="straight"/>
        </w:pict>
      </w:r>
      <w:r>
        <w:rPr>
          <w:noProof/>
        </w:rPr>
        <w:pict>
          <v:shape id="_x0000_s1029" type="#_x0000_t32" style="position:absolute;margin-left:72.75pt;margin-top:471.75pt;width:12pt;height:3pt;flip:y;z-index:251670016" o:connectortype="straight"/>
        </w:pict>
      </w:r>
      <w:r>
        <w:rPr>
          <w:noProof/>
        </w:rPr>
        <w:pict>
          <v:shape id="_x0000_s1030" type="#_x0000_t32" style="position:absolute;margin-left:385.5pt;margin-top:341.25pt;width:11.25pt;height:3.75pt;flip:x y;z-index:251668992" o:connectortype="straight"/>
        </w:pict>
      </w:r>
      <w:r>
        <w:rPr>
          <w:noProof/>
        </w:rPr>
        <w:pict>
          <v:shape id="_x0000_s1031" type="#_x0000_t32" style="position:absolute;margin-left:366.75pt;margin-top:266.25pt;width:3.75pt;height:6pt;flip:x;z-index:251667968" o:connectortype="straight"/>
        </w:pict>
      </w:r>
      <w:r>
        <w:rPr>
          <w:noProof/>
        </w:rPr>
        <w:pict>
          <v:shape id="_x0000_s1032" type="#_x0000_t32" style="position:absolute;margin-left:168.75pt;margin-top:402pt;width:12pt;height:14.25pt;flip:y;z-index:251666944" o:connectortype="straight"/>
        </w:pict>
      </w:r>
      <w:r>
        <w:rPr>
          <w:noProof/>
        </w:rPr>
        <w:pict>
          <v:shape id="_x0000_s1033" type="#_x0000_t32" style="position:absolute;margin-left:248.25pt;margin-top:407.25pt;width:12.75pt;height:13.5pt;flip:x y;z-index:251665920" o:connectortype="straight"/>
        </w:pict>
      </w:r>
      <w:r>
        <w:rPr>
          <w:noProof/>
        </w:rPr>
        <w:pict>
          <v:shape id="_x0000_s1034" type="#_x0000_t32" style="position:absolute;margin-left:275.25pt;margin-top:349.5pt;width:12.75pt;height:9.75pt;flip:x;z-index:251664896" o:connectortype="straight"/>
        </w:pict>
      </w:r>
      <w:r>
        <w:rPr>
          <w:noProof/>
        </w:rPr>
        <w:pict>
          <v:shape id="_x0000_s1035" type="#_x0000_t32" style="position:absolute;margin-left:151.5pt;margin-top:345pt;width:12pt;height:4.5pt;z-index:251663872" o:connectortype="straight"/>
        </w:pict>
      </w:r>
      <w:r>
        <w:rPr>
          <w:noProof/>
        </w:rPr>
        <w:pict>
          <v:shape id="_x0000_s1036" type="#_x0000_t32" style="position:absolute;margin-left:47.25pt;margin-top:345pt;width:9.75pt;height:4.5pt;flip:y;z-index:251662848" o:connectortype="straight"/>
        </w:pict>
      </w:r>
      <w:r>
        <w:rPr>
          <w:noProof/>
        </w:rPr>
        <w:pict>
          <v:shape id="_x0000_s1037" type="#_x0000_t32" style="position:absolute;margin-left:51.75pt;margin-top:280.5pt;width:12pt;height:11.25pt;z-index:251661824" o:connectortype="straight"/>
        </w:pict>
      </w:r>
      <w:r>
        <w:rPr>
          <w:noProof/>
        </w:rPr>
        <w:pict>
          <v:shape id="_x0000_s1038" type="#_x0000_t32" style="position:absolute;margin-left:220.5pt;margin-top:291.75pt;width:0;height:15.75pt;z-index:251660800" o:connectortype="straight"/>
        </w:pict>
      </w:r>
      <w:r>
        <w:rPr>
          <w:noProof/>
        </w:rPr>
        <w:pict>
          <v:shape id="_x0000_s1039" type="#_x0000_t32" style="position:absolute;margin-left:252pt;margin-top:183pt;width:9pt;height:9.75pt;flip:x;z-index:251659776" o:connectortype="straight"/>
        </w:pict>
      </w:r>
      <w:r>
        <w:rPr>
          <w:noProof/>
        </w:rPr>
        <w:pict>
          <v:shape id="_x0000_s1040" type="#_x0000_t32" style="position:absolute;margin-left:168.75pt;margin-top:189pt;width:12pt;height:8.25pt;z-index:251658752" o:connectortype="straight"/>
        </w:pict>
      </w:r>
      <w:r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41" type="#_x0000_t120" style="position:absolute;margin-left:77.25pt;margin-top:88.5pt;width:113.25pt;height:108.75pt;z-index:251648512">
            <v:textbox>
              <w:txbxContent>
                <w:p w:rsidR="00B548EC" w:rsidRPr="00755D9D" w:rsidRDefault="00B548EC" w:rsidP="00755D9D">
                  <w:r>
                    <w:t>Examples: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120" style="position:absolute;margin-left:229.5pt;margin-top:80.25pt;width:113.25pt;height:108.75pt;z-index:251649536">
            <v:textbox>
              <w:txbxContent>
                <w:p w:rsidR="00B548EC" w:rsidRDefault="00B548EC">
                  <w:r>
                    <w:t>Characteristics: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120" style="position:absolute;margin-left:342.75pt;margin-top:163.5pt;width:113.25pt;height:108.75pt;z-index:251650560">
            <v:textbox>
              <w:txbxContent>
                <w:p w:rsidR="00B548EC" w:rsidRDefault="00B548EC">
                  <w:r>
                    <w:t>Examples: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120" style="position:absolute;margin-left:391.5pt;margin-top:312pt;width:113.25pt;height:108.75pt;z-index:251651584">
            <v:textbox>
              <w:txbxContent>
                <w:p w:rsidR="00B548EC" w:rsidRDefault="00B548EC">
                  <w:r>
                    <w:t>Characteristics: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120" style="position:absolute;margin-left:354pt;margin-top:430.5pt;width:113.25pt;height:108.75pt;z-index:251655680">
            <v:textbox>
              <w:txbxContent>
                <w:p w:rsidR="00B548EC" w:rsidRDefault="00B548EC">
                  <w:r>
                    <w:t>Examples: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120" style="position:absolute;margin-left:248.25pt;margin-top:528pt;width:113.25pt;height:108.75pt;z-index:251654656">
            <v:textbox>
              <w:txbxContent>
                <w:p w:rsidR="00B548EC" w:rsidRDefault="00B548EC">
                  <w:r>
                    <w:t>Characteristics: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120" style="position:absolute;margin-left:-36pt;margin-top:183pt;width:113.25pt;height:108.75pt;z-index:251657728">
            <v:textbox>
              <w:txbxContent>
                <w:p w:rsidR="00B548EC" w:rsidRDefault="00B548EC">
                  <w:r>
                    <w:t>Characteristics: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120" style="position:absolute;margin-left:-61.5pt;margin-top:317.25pt;width:113.25pt;height:108.75pt;z-index:251656704">
            <v:textbox>
              <w:txbxContent>
                <w:p w:rsidR="00B548EC" w:rsidRDefault="00B548EC">
                  <w:r>
                    <w:t>Examples: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120" style="position:absolute;margin-left:-36pt;margin-top:438pt;width:113.25pt;height:108.75pt;z-index:251652608">
            <v:textbox>
              <w:txbxContent>
                <w:p w:rsidR="00B548EC" w:rsidRDefault="00B548EC">
                  <w:r>
                    <w:t>Characteristics: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120" style="position:absolute;margin-left:92.25pt;margin-top:519.75pt;width:113.25pt;height:108.75pt;z-index:251653632">
            <v:textbox>
              <w:txbxContent>
                <w:p w:rsidR="00B548EC" w:rsidRDefault="00B548EC">
                  <w:r>
                    <w:t>Examples: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120" style="position:absolute;margin-left:232.5pt;margin-top:411.75pt;width:110.25pt;height:108pt;z-index:251644416">
            <v:textbox>
              <w:txbxContent>
                <w:p w:rsidR="00B548EC" w:rsidRDefault="00B548EC" w:rsidP="00755D9D">
                  <w:pPr>
                    <w:jc w:val="center"/>
                  </w:pPr>
                </w:p>
                <w:p w:rsidR="00B548EC" w:rsidRDefault="00B548EC" w:rsidP="00755D9D">
                  <w:pPr>
                    <w:jc w:val="center"/>
                  </w:pPr>
                </w:p>
                <w:p w:rsidR="00B548EC" w:rsidRDefault="00B548EC" w:rsidP="00755D9D">
                  <w:pPr>
                    <w:jc w:val="center"/>
                  </w:pPr>
                  <w:r>
                    <w:t>Birds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120" style="position:absolute;margin-left:84.75pt;margin-top:407.25pt;width:108pt;height:108pt;z-index:251643392">
            <v:textbox>
              <w:txbxContent>
                <w:p w:rsidR="00B548EC" w:rsidRDefault="00B548EC" w:rsidP="00755D9D">
                  <w:pPr>
                    <w:jc w:val="center"/>
                  </w:pPr>
                </w:p>
                <w:p w:rsidR="00B548EC" w:rsidRDefault="00B548EC" w:rsidP="00755D9D">
                  <w:pPr>
                    <w:jc w:val="center"/>
                  </w:pPr>
                </w:p>
                <w:p w:rsidR="00B548EC" w:rsidRDefault="00B548EC" w:rsidP="00755D9D">
                  <w:pPr>
                    <w:jc w:val="center"/>
                  </w:pPr>
                  <w:r>
                    <w:t>Mammals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120" style="position:absolute;margin-left:163.5pt;margin-top:307.5pt;width:111.75pt;height:108.75pt;z-index:251642368">
            <v:textbox>
              <w:txbxContent>
                <w:p w:rsidR="00B548EC" w:rsidRDefault="00B548EC"/>
                <w:p w:rsidR="00B548EC" w:rsidRDefault="00B548EC"/>
                <w:p w:rsidR="00B548EC" w:rsidRDefault="00B548EC" w:rsidP="00755D9D">
                  <w:pPr>
                    <w:jc w:val="center"/>
                  </w:pPr>
                  <w:r>
                    <w:t>Vertebrates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120" style="position:absolute;margin-left:163.5pt;margin-top:183pt;width:113.25pt;height:108.75pt;z-index:251646464">
            <v:textbox>
              <w:txbxContent>
                <w:p w:rsidR="00B548EC" w:rsidRDefault="00B548EC" w:rsidP="00755D9D">
                  <w:pPr>
                    <w:jc w:val="center"/>
                  </w:pPr>
                </w:p>
                <w:p w:rsidR="00B548EC" w:rsidRDefault="00B548EC" w:rsidP="00755D9D">
                  <w:pPr>
                    <w:jc w:val="center"/>
                  </w:pPr>
                </w:p>
                <w:p w:rsidR="00B548EC" w:rsidRDefault="00B548EC" w:rsidP="00755D9D">
                  <w:pPr>
                    <w:jc w:val="center"/>
                  </w:pPr>
                  <w:r>
                    <w:t>Reptiles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120" style="position:absolute;margin-left:281.25pt;margin-top:266.25pt;width:110.25pt;height:109.5pt;z-index:251647488"/>
        </w:pict>
      </w:r>
      <w:r>
        <w:rPr>
          <w:noProof/>
        </w:rPr>
        <w:pict>
          <v:shape id="_x0000_s1056" type="#_x0000_t120" style="position:absolute;margin-left:51.75pt;margin-top:272.25pt;width:105pt;height:103.5pt;z-index:251645440"/>
        </w:pict>
      </w:r>
      <w:r>
        <w:t xml:space="preserve">Directions:  As we go over the display in class, fill in the bubbles to summarize your knowledge of vertebrates.  You will be adding the vertebrate group name, examples, and characteristics to the appropriate bubble.  </w:t>
      </w:r>
    </w:p>
    <w:sectPr w:rsidR="00B548EC" w:rsidSect="00683C9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8EC" w:rsidRDefault="00B548EC" w:rsidP="002A09DA">
      <w:r>
        <w:separator/>
      </w:r>
    </w:p>
  </w:endnote>
  <w:endnote w:type="continuationSeparator" w:id="0">
    <w:p w:rsidR="00B548EC" w:rsidRDefault="00B548EC" w:rsidP="002A09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8EC" w:rsidRDefault="00B548EC" w:rsidP="002A09DA">
      <w:r>
        <w:separator/>
      </w:r>
    </w:p>
  </w:footnote>
  <w:footnote w:type="continuationSeparator" w:id="0">
    <w:p w:rsidR="00B548EC" w:rsidRDefault="00B548EC" w:rsidP="002A09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8EC" w:rsidRDefault="00B548EC">
    <w:pPr>
      <w:pStyle w:val="Header"/>
    </w:pPr>
    <w:r>
      <w:t>Name___________________________________________Date______________Period_____________</w:t>
    </w:r>
  </w:p>
  <w:p w:rsidR="00B548EC" w:rsidRDefault="00B548EC" w:rsidP="002A09DA">
    <w:pPr>
      <w:pStyle w:val="Header"/>
      <w:jc w:val="center"/>
    </w:pPr>
    <w:r>
      <w:t>The Circle of Life:  Vertebrates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09DA"/>
    <w:rsid w:val="002046EA"/>
    <w:rsid w:val="002A09DA"/>
    <w:rsid w:val="004523CC"/>
    <w:rsid w:val="004526EC"/>
    <w:rsid w:val="00541AF2"/>
    <w:rsid w:val="00613D98"/>
    <w:rsid w:val="00683C9F"/>
    <w:rsid w:val="007451E0"/>
    <w:rsid w:val="00755D9D"/>
    <w:rsid w:val="009F7D22"/>
    <w:rsid w:val="00AC2318"/>
    <w:rsid w:val="00B44157"/>
    <w:rsid w:val="00B548EC"/>
    <w:rsid w:val="00E965F2"/>
    <w:rsid w:val="00EA4072"/>
    <w:rsid w:val="00F52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C9F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A09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A09D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A09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A09D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793</TotalTime>
  <Pages>1</Pages>
  <Words>37</Words>
  <Characters>213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Dealtree</dc:creator>
  <cp:keywords/>
  <dc:description/>
  <cp:lastModifiedBy>kmcgrady</cp:lastModifiedBy>
  <cp:revision>3</cp:revision>
  <dcterms:created xsi:type="dcterms:W3CDTF">2010-04-02T02:18:00Z</dcterms:created>
  <dcterms:modified xsi:type="dcterms:W3CDTF">2010-04-02T20:36:00Z</dcterms:modified>
</cp:coreProperties>
</file>